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2841C9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F67314" w:rsidRPr="00F67314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F67314" w:rsidRPr="00F67314">
        <w:rPr>
          <w:rFonts w:ascii="Times New Roman" w:eastAsia="Times New Roman" w:hAnsi="Times New Roman"/>
          <w:b/>
          <w:sz w:val="24"/>
          <w:szCs w:val="20"/>
          <w:lang w:eastAsia="pl-PL"/>
        </w:rPr>
        <w:t>BP.271.8.2019.BS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F67314" w:rsidRPr="00F67314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F67314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314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dróg asfaltowych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3DF" w:rsidRDefault="00F013DF" w:rsidP="00025386">
      <w:pPr>
        <w:spacing w:after="0" w:line="240" w:lineRule="auto"/>
      </w:pPr>
      <w:r>
        <w:separator/>
      </w:r>
    </w:p>
  </w:endnote>
  <w:endnote w:type="continuationSeparator" w:id="0">
    <w:p w:rsidR="00F013DF" w:rsidRDefault="00F013D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314" w:rsidRDefault="00F673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841C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A69A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A69A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314" w:rsidRDefault="00F673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3DF" w:rsidRDefault="00F013DF" w:rsidP="00025386">
      <w:pPr>
        <w:spacing w:after="0" w:line="240" w:lineRule="auto"/>
      </w:pPr>
      <w:r>
        <w:separator/>
      </w:r>
    </w:p>
  </w:footnote>
  <w:footnote w:type="continuationSeparator" w:id="0">
    <w:p w:rsidR="00F013DF" w:rsidRDefault="00F013D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314" w:rsidRDefault="00F673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314" w:rsidRDefault="00F6731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314" w:rsidRDefault="00F673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DF"/>
    <w:rsid w:val="00025386"/>
    <w:rsid w:val="000423B9"/>
    <w:rsid w:val="00084786"/>
    <w:rsid w:val="001C2314"/>
    <w:rsid w:val="002841C9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56A6F"/>
    <w:rsid w:val="00AA69A3"/>
    <w:rsid w:val="00B77707"/>
    <w:rsid w:val="00BE3BCE"/>
    <w:rsid w:val="00D55FC4"/>
    <w:rsid w:val="00DC587A"/>
    <w:rsid w:val="00DE73DD"/>
    <w:rsid w:val="00E27ABB"/>
    <w:rsid w:val="00E86D3B"/>
    <w:rsid w:val="00F013DF"/>
    <w:rsid w:val="00F334B4"/>
    <w:rsid w:val="00F6731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2019-02-04T12:12:00Z</dcterms:created>
  <dcterms:modified xsi:type="dcterms:W3CDTF">2019-02-04T12:12:00Z</dcterms:modified>
</cp:coreProperties>
</file>